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B51" w:rsidRPr="00970F60" w:rsidRDefault="00473B51" w:rsidP="00D51BD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0F60">
        <w:rPr>
          <w:rFonts w:ascii="Arial" w:hAnsi="Arial" w:cs="Arial"/>
          <w:b/>
          <w:bCs/>
          <w:sz w:val="24"/>
          <w:szCs w:val="24"/>
        </w:rPr>
        <w:t>Всероссийская олимпиада школьников по географии 2015-2016 учебный год</w:t>
      </w:r>
    </w:p>
    <w:p w:rsidR="00473B51" w:rsidRDefault="00473B51" w:rsidP="00D51BD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0F60">
        <w:rPr>
          <w:rFonts w:ascii="Arial" w:hAnsi="Arial" w:cs="Arial"/>
          <w:b/>
          <w:bCs/>
          <w:sz w:val="24"/>
          <w:szCs w:val="24"/>
        </w:rPr>
        <w:t>Школьный этап</w:t>
      </w:r>
    </w:p>
    <w:p w:rsidR="00473B51" w:rsidRPr="00970F60" w:rsidRDefault="00473B51" w:rsidP="00D51BD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Ответы</w:t>
      </w:r>
    </w:p>
    <w:p w:rsidR="00473B51" w:rsidRDefault="00473B51" w:rsidP="00D51BD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 w:rsidRPr="00970F60">
        <w:rPr>
          <w:rFonts w:ascii="Arial" w:hAnsi="Arial" w:cs="Arial"/>
          <w:b/>
          <w:bCs/>
          <w:sz w:val="24"/>
          <w:szCs w:val="24"/>
        </w:rPr>
        <w:t xml:space="preserve">7 класс </w:t>
      </w:r>
    </w:p>
    <w:p w:rsidR="00473B51" w:rsidRDefault="00473B51" w:rsidP="00147EA5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Максимальное количество баллов - 47</w:t>
      </w:r>
      <w:r>
        <w:rPr>
          <w:rFonts w:ascii="Arial" w:hAnsi="Arial" w:cs="Arial"/>
          <w:b/>
          <w:bCs/>
          <w:sz w:val="24"/>
          <w:szCs w:val="24"/>
        </w:rPr>
        <w:tab/>
      </w:r>
    </w:p>
    <w:p w:rsidR="00473B51" w:rsidRPr="00D51BD2" w:rsidRDefault="00473B51" w:rsidP="00D51BD2">
      <w:pPr>
        <w:jc w:val="center"/>
        <w:rPr>
          <w:b/>
          <w:bCs/>
          <w:sz w:val="24"/>
          <w:szCs w:val="24"/>
        </w:rPr>
      </w:pPr>
      <w:r w:rsidRPr="00D51BD2">
        <w:rPr>
          <w:b/>
          <w:bCs/>
          <w:sz w:val="24"/>
          <w:szCs w:val="24"/>
        </w:rPr>
        <w:t>Тестовый раунд</w:t>
      </w:r>
    </w:p>
    <w:tbl>
      <w:tblPr>
        <w:tblW w:w="9556" w:type="dxa"/>
        <w:tblCellSpacing w:w="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915"/>
        <w:gridCol w:w="1413"/>
        <w:gridCol w:w="1369"/>
        <w:gridCol w:w="435"/>
        <w:gridCol w:w="1448"/>
        <w:gridCol w:w="2700"/>
        <w:gridCol w:w="1276"/>
      </w:tblGrid>
      <w:tr w:rsidR="00473B51" w:rsidRPr="00672A05">
        <w:trPr>
          <w:tblCellSpacing w:w="0" w:type="dxa"/>
        </w:trPr>
        <w:tc>
          <w:tcPr>
            <w:tcW w:w="915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413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правильный</w:t>
            </w:r>
          </w:p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369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баллов </w:t>
            </w:r>
          </w:p>
        </w:tc>
        <w:tc>
          <w:tcPr>
            <w:tcW w:w="435" w:type="dxa"/>
            <w:vMerge w:val="restart"/>
          </w:tcPr>
          <w:p w:rsidR="00473B51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73B51" w:rsidRPr="00672A05" w:rsidRDefault="00473B51" w:rsidP="00147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473B51" w:rsidRPr="00672A05" w:rsidRDefault="00473B51" w:rsidP="00147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700" w:type="dxa"/>
          </w:tcPr>
          <w:p w:rsidR="00473B51" w:rsidRPr="00672A05" w:rsidRDefault="00473B51" w:rsidP="00672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правильный</w:t>
            </w:r>
          </w:p>
          <w:p w:rsidR="00473B51" w:rsidRPr="00672A05" w:rsidRDefault="00473B51" w:rsidP="00672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276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баллов </w:t>
            </w:r>
          </w:p>
        </w:tc>
      </w:tr>
      <w:tr w:rsidR="00473B51" w:rsidRPr="00672A05">
        <w:trPr>
          <w:tblCellSpacing w:w="0" w:type="dxa"/>
        </w:trPr>
        <w:tc>
          <w:tcPr>
            <w:tcW w:w="915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3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369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473B51" w:rsidRPr="00672A05" w:rsidRDefault="00473B51" w:rsidP="00147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473B51" w:rsidRPr="00672A05" w:rsidRDefault="00473B51" w:rsidP="00147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00" w:type="dxa"/>
          </w:tcPr>
          <w:p w:rsidR="00473B51" w:rsidRPr="00672A05" w:rsidRDefault="00473B51" w:rsidP="00672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73B51" w:rsidRPr="00672A05">
        <w:trPr>
          <w:tblCellSpacing w:w="0" w:type="dxa"/>
        </w:trPr>
        <w:tc>
          <w:tcPr>
            <w:tcW w:w="915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3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69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473B51" w:rsidRPr="00672A05" w:rsidRDefault="00473B51" w:rsidP="00147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473B51" w:rsidRPr="00672A05" w:rsidRDefault="00473B51" w:rsidP="00147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00" w:type="dxa"/>
          </w:tcPr>
          <w:p w:rsidR="00473B51" w:rsidRPr="00672A05" w:rsidRDefault="00473B51" w:rsidP="00672A0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2A05">
              <w:rPr>
                <w:rFonts w:ascii="Times New Roman" w:hAnsi="Times New Roman" w:cs="Times New Roman"/>
                <w:lang w:eastAsia="ru-RU"/>
              </w:rPr>
              <w:t>а</w:t>
            </w:r>
          </w:p>
        </w:tc>
        <w:tc>
          <w:tcPr>
            <w:tcW w:w="1276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73B51" w:rsidRPr="00672A05">
        <w:trPr>
          <w:tblCellSpacing w:w="0" w:type="dxa"/>
        </w:trPr>
        <w:tc>
          <w:tcPr>
            <w:tcW w:w="915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3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69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473B51" w:rsidRPr="00672A05" w:rsidRDefault="00473B51" w:rsidP="00147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473B51" w:rsidRPr="00672A05" w:rsidRDefault="00473B51" w:rsidP="00147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00" w:type="dxa"/>
          </w:tcPr>
          <w:p w:rsidR="00473B51" w:rsidRPr="00672A05" w:rsidRDefault="00473B51" w:rsidP="00672A0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2A05">
              <w:rPr>
                <w:rFonts w:ascii="Times New Roman" w:hAnsi="Times New Roman" w:cs="Times New Roman"/>
                <w:lang w:eastAsia="ru-RU"/>
              </w:rPr>
              <w:t>а</w:t>
            </w:r>
          </w:p>
        </w:tc>
        <w:tc>
          <w:tcPr>
            <w:tcW w:w="1276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73B51" w:rsidRPr="00672A05">
        <w:trPr>
          <w:tblCellSpacing w:w="0" w:type="dxa"/>
        </w:trPr>
        <w:tc>
          <w:tcPr>
            <w:tcW w:w="915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3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473B51" w:rsidRPr="00672A05" w:rsidRDefault="00473B51" w:rsidP="00147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473B51" w:rsidRPr="00672A05" w:rsidRDefault="00473B51" w:rsidP="00147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00" w:type="dxa"/>
          </w:tcPr>
          <w:p w:rsidR="00473B51" w:rsidRPr="00672A05" w:rsidRDefault="00473B51" w:rsidP="00672A0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2A05"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276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73B51" w:rsidRPr="00672A05">
        <w:trPr>
          <w:tblCellSpacing w:w="0" w:type="dxa"/>
        </w:trPr>
        <w:tc>
          <w:tcPr>
            <w:tcW w:w="915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3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69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473B51" w:rsidRPr="00672A05" w:rsidRDefault="00473B51" w:rsidP="00147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473B51" w:rsidRPr="00672A05" w:rsidRDefault="00473B51" w:rsidP="00147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00" w:type="dxa"/>
          </w:tcPr>
          <w:p w:rsidR="00473B51" w:rsidRPr="00672A05" w:rsidRDefault="00473B51" w:rsidP="00672A0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2A05">
              <w:rPr>
                <w:rFonts w:ascii="Times New Roman" w:hAnsi="Times New Roman" w:cs="Times New Roman"/>
                <w:lang w:eastAsia="ru-RU"/>
              </w:rPr>
              <w:t>а</w:t>
            </w:r>
          </w:p>
        </w:tc>
        <w:tc>
          <w:tcPr>
            <w:tcW w:w="1276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73B51" w:rsidRPr="00672A05">
        <w:trPr>
          <w:tblCellSpacing w:w="0" w:type="dxa"/>
        </w:trPr>
        <w:tc>
          <w:tcPr>
            <w:tcW w:w="915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413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69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473B51" w:rsidRPr="00672A05" w:rsidRDefault="00473B51" w:rsidP="00147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473B51" w:rsidRPr="00672A05" w:rsidRDefault="00473B51" w:rsidP="00147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00" w:type="dxa"/>
          </w:tcPr>
          <w:p w:rsidR="00473B51" w:rsidRPr="00672A05" w:rsidRDefault="00473B51" w:rsidP="00672A05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672A05">
              <w:rPr>
                <w:sz w:val="24"/>
                <w:szCs w:val="24"/>
              </w:rPr>
              <w:t>1б, 2а, 3в</w:t>
            </w:r>
          </w:p>
          <w:p w:rsidR="00473B51" w:rsidRPr="00672A05" w:rsidRDefault="00473B51" w:rsidP="00672A0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473B51" w:rsidRPr="00672A05">
        <w:trPr>
          <w:tblCellSpacing w:w="0" w:type="dxa"/>
        </w:trPr>
        <w:tc>
          <w:tcPr>
            <w:tcW w:w="915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13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69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473B51" w:rsidRPr="00672A05" w:rsidRDefault="00473B51" w:rsidP="00147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473B51" w:rsidRPr="00672A05" w:rsidRDefault="00473B51" w:rsidP="00147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00" w:type="dxa"/>
          </w:tcPr>
          <w:p w:rsidR="00473B51" w:rsidRPr="00672A05" w:rsidRDefault="00473B51" w:rsidP="00672A05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672A05">
              <w:rPr>
                <w:sz w:val="24"/>
                <w:szCs w:val="24"/>
              </w:rPr>
              <w:t>1в, 2а, 3б, 4г</w:t>
            </w:r>
          </w:p>
          <w:p w:rsidR="00473B51" w:rsidRPr="00672A05" w:rsidRDefault="00473B51" w:rsidP="00672A0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73B51" w:rsidRPr="00672A05">
        <w:trPr>
          <w:tblCellSpacing w:w="0" w:type="dxa"/>
        </w:trPr>
        <w:tc>
          <w:tcPr>
            <w:tcW w:w="915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413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dxa"/>
            <w:vMerge/>
          </w:tcPr>
          <w:p w:rsidR="00473B51" w:rsidRPr="00672A05" w:rsidRDefault="00473B51" w:rsidP="00147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473B51" w:rsidRPr="00672A05" w:rsidRDefault="00473B51" w:rsidP="00147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00" w:type="dxa"/>
          </w:tcPr>
          <w:p w:rsidR="00473B51" w:rsidRPr="00672A05" w:rsidRDefault="00473B51" w:rsidP="00672A05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672A05">
              <w:rPr>
                <w:sz w:val="24"/>
                <w:szCs w:val="24"/>
              </w:rPr>
              <w:t>1б, 2а, 3в</w:t>
            </w:r>
          </w:p>
          <w:p w:rsidR="00473B51" w:rsidRPr="00672A05" w:rsidRDefault="00473B51" w:rsidP="00672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473B51" w:rsidRPr="00672A05">
        <w:trPr>
          <w:tblCellSpacing w:w="0" w:type="dxa"/>
        </w:trPr>
        <w:tc>
          <w:tcPr>
            <w:tcW w:w="915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413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69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35" w:type="dxa"/>
            <w:vMerge/>
          </w:tcPr>
          <w:p w:rsidR="00473B51" w:rsidRPr="00672A05" w:rsidRDefault="00473B51" w:rsidP="00147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473B51" w:rsidRPr="00672A05" w:rsidRDefault="00473B51" w:rsidP="00147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00" w:type="dxa"/>
          </w:tcPr>
          <w:p w:rsidR="00473B51" w:rsidRPr="00672A05" w:rsidRDefault="00473B51" w:rsidP="00672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sz w:val="24"/>
                <w:szCs w:val="24"/>
              </w:rPr>
              <w:t>котловина, кротовина, рак залив.</w:t>
            </w:r>
          </w:p>
        </w:tc>
        <w:tc>
          <w:tcPr>
            <w:tcW w:w="1276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73B51" w:rsidRPr="00672A05">
        <w:trPr>
          <w:tblCellSpacing w:w="0" w:type="dxa"/>
        </w:trPr>
        <w:tc>
          <w:tcPr>
            <w:tcW w:w="915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413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69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35" w:type="dxa"/>
            <w:vMerge/>
          </w:tcPr>
          <w:p w:rsidR="00473B51" w:rsidRPr="00672A05" w:rsidRDefault="00473B51" w:rsidP="00147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473B51" w:rsidRPr="00672A05" w:rsidRDefault="00473B51" w:rsidP="00147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00" w:type="dxa"/>
          </w:tcPr>
          <w:p w:rsidR="00473B51" w:rsidRPr="00672A05" w:rsidRDefault="00473B51" w:rsidP="00672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6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73B51" w:rsidRPr="00672A05" w:rsidTr="00147EA5">
        <w:trPr>
          <w:tblCellSpacing w:w="0" w:type="dxa"/>
        </w:trPr>
        <w:tc>
          <w:tcPr>
            <w:tcW w:w="5580" w:type="dxa"/>
            <w:gridSpan w:val="5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473B51" w:rsidRPr="00672A05" w:rsidRDefault="00473B51" w:rsidP="00672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473B51" w:rsidRPr="00672A05" w:rsidRDefault="0047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2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</w:tbl>
    <w:p w:rsidR="00473B51" w:rsidRPr="00672A05" w:rsidRDefault="00473B51" w:rsidP="00784431">
      <w:pPr>
        <w:rPr>
          <w:sz w:val="24"/>
          <w:szCs w:val="24"/>
        </w:rPr>
      </w:pPr>
    </w:p>
    <w:p w:rsidR="00473B51" w:rsidRPr="00D51BD2" w:rsidRDefault="00473B51" w:rsidP="00784431">
      <w:pPr>
        <w:jc w:val="center"/>
        <w:rPr>
          <w:b/>
          <w:bCs/>
        </w:rPr>
      </w:pPr>
      <w:r w:rsidRPr="00D51BD2">
        <w:rPr>
          <w:b/>
          <w:bCs/>
          <w:sz w:val="24"/>
          <w:szCs w:val="24"/>
        </w:rPr>
        <w:t>Аналитический раунд</w:t>
      </w:r>
    </w:p>
    <w:p w:rsidR="00473B51" w:rsidRPr="00672A05" w:rsidRDefault="00473B51" w:rsidP="00784431">
      <w:r w:rsidRPr="00147EA5">
        <w:rPr>
          <w:b/>
          <w:bCs/>
        </w:rPr>
        <w:t>Задание 1.</w:t>
      </w:r>
      <w:r>
        <w:t xml:space="preserve"> Максимальное количество баллов - 8</w:t>
      </w:r>
    </w:p>
    <w:p w:rsidR="00473B51" w:rsidRPr="00672A05" w:rsidRDefault="00473B51" w:rsidP="006249F1">
      <w:r w:rsidRPr="00672A05">
        <w:t xml:space="preserve">Перепад температур, влияние ветра, деятельность живых организмов, человека. </w:t>
      </w:r>
      <w:r w:rsidRPr="00672A05">
        <w:rPr>
          <w:sz w:val="24"/>
          <w:szCs w:val="24"/>
        </w:rPr>
        <w:t>(по 2 б за названный фактор)</w:t>
      </w:r>
    </w:p>
    <w:p w:rsidR="00473B51" w:rsidRPr="00147EA5" w:rsidRDefault="00473B51" w:rsidP="00784431">
      <w:pPr>
        <w:spacing w:after="0" w:line="240" w:lineRule="auto"/>
        <w:jc w:val="both"/>
        <w:rPr>
          <w:sz w:val="24"/>
          <w:szCs w:val="24"/>
        </w:rPr>
      </w:pPr>
      <w:r w:rsidRPr="00147EA5">
        <w:rPr>
          <w:b/>
          <w:bCs/>
        </w:rPr>
        <w:t>Задание 2</w:t>
      </w:r>
      <w:r w:rsidRPr="00672A0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147EA5">
        <w:rPr>
          <w:sz w:val="24"/>
          <w:szCs w:val="24"/>
        </w:rPr>
        <w:t>Максимальное количество баллов - 4</w:t>
      </w:r>
    </w:p>
    <w:p w:rsidR="00473B51" w:rsidRPr="00672A05" w:rsidRDefault="00473B51" w:rsidP="006249F1">
      <w:r w:rsidRPr="00672A05">
        <w:t>Полярный день. На Северном полюсе он длится полгода с небольшим (186 сут 10 ч.).</w:t>
      </w:r>
    </w:p>
    <w:p w:rsidR="00473B51" w:rsidRPr="00672A05" w:rsidRDefault="00473B51" w:rsidP="00784431">
      <w:r w:rsidRPr="00147EA5">
        <w:rPr>
          <w:b/>
          <w:bCs/>
        </w:rPr>
        <w:t>Задание 3</w:t>
      </w:r>
      <w:r w:rsidRPr="00672A05">
        <w:t>.</w:t>
      </w:r>
      <w:r>
        <w:t xml:space="preserve"> Максимальное количество баллов - 4</w:t>
      </w:r>
    </w:p>
    <w:p w:rsidR="00473B51" w:rsidRPr="00672A05" w:rsidRDefault="00473B51" w:rsidP="006249F1">
      <w:r w:rsidRPr="00672A05">
        <w:t>550 мм.рт.ст.</w:t>
      </w:r>
    </w:p>
    <w:p w:rsidR="00473B51" w:rsidRPr="00672A05" w:rsidRDefault="00473B51" w:rsidP="00672A05">
      <w:r w:rsidRPr="00147EA5">
        <w:rPr>
          <w:b/>
          <w:bCs/>
        </w:rPr>
        <w:t>Задание 4.</w:t>
      </w:r>
      <w:r>
        <w:t xml:space="preserve"> Максимальное количество баллов - 8</w:t>
      </w:r>
    </w:p>
    <w:p w:rsidR="00473B51" w:rsidRPr="00672A05" w:rsidRDefault="00473B51" w:rsidP="00672A05">
      <w:pPr>
        <w:spacing w:after="0"/>
      </w:pPr>
      <w:r>
        <w:t>Э</w:t>
      </w:r>
      <w:r w:rsidRPr="00672A05">
        <w:t>кватор (2 б), джунгли (2 б), 23 сентября (2 б) и 21 марта (2 б)</w:t>
      </w:r>
    </w:p>
    <w:p w:rsidR="00473B51" w:rsidRPr="00672A05" w:rsidRDefault="00473B51"/>
    <w:sectPr w:rsidR="00473B51" w:rsidRPr="00672A05" w:rsidSect="006F3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79E4"/>
    <w:rsid w:val="00147EA5"/>
    <w:rsid w:val="00473B51"/>
    <w:rsid w:val="005579E4"/>
    <w:rsid w:val="006249F1"/>
    <w:rsid w:val="00672A05"/>
    <w:rsid w:val="006F3697"/>
    <w:rsid w:val="00784431"/>
    <w:rsid w:val="008453A2"/>
    <w:rsid w:val="00970F60"/>
    <w:rsid w:val="00A87E34"/>
    <w:rsid w:val="00B8502E"/>
    <w:rsid w:val="00C61956"/>
    <w:rsid w:val="00C95824"/>
    <w:rsid w:val="00CC2DB4"/>
    <w:rsid w:val="00D51BD2"/>
    <w:rsid w:val="00FE0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A0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8443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45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5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5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144</Words>
  <Characters>824</Characters>
  <Application>Microsoft Office Outlook</Application>
  <DocSecurity>0</DocSecurity>
  <Lines>0</Lines>
  <Paragraphs>0</Paragraphs>
  <ScaleCrop>false</ScaleCrop>
  <Company>DNS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Klass21</cp:lastModifiedBy>
  <cp:revision>7</cp:revision>
  <dcterms:created xsi:type="dcterms:W3CDTF">2015-09-16T05:24:00Z</dcterms:created>
  <dcterms:modified xsi:type="dcterms:W3CDTF">2015-09-30T13:20:00Z</dcterms:modified>
</cp:coreProperties>
</file>